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3D99A" w14:textId="2DFAA62D" w:rsidR="00D62E6E" w:rsidRPr="004A0FA6" w:rsidRDefault="00D62E6E" w:rsidP="00A05DB4">
      <w:pPr>
        <w:keepNext/>
        <w:spacing w:beforeLines="60" w:before="144" w:afterLines="60" w:after="144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A0FA6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Załącznik nr </w:t>
      </w:r>
      <w:r w:rsidR="005565C0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6 </w:t>
      </w:r>
      <w:r w:rsidRPr="004A0FA6">
        <w:rPr>
          <w:rFonts w:ascii="Times New Roman" w:eastAsia="Times New Roman" w:hAnsi="Times New Roman"/>
          <w:bCs/>
          <w:sz w:val="24"/>
          <w:szCs w:val="24"/>
          <w:lang w:eastAsia="pl-PL"/>
        </w:rPr>
        <w:t>do SWZ</w:t>
      </w:r>
    </w:p>
    <w:tbl>
      <w:tblPr>
        <w:tblW w:w="9104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2"/>
      </w:tblGrid>
      <w:tr w:rsidR="00D62E6E" w:rsidRPr="004A0FA6" w14:paraId="22930A6D" w14:textId="77777777" w:rsidTr="00F67A4E">
        <w:trPr>
          <w:gridAfter w:val="1"/>
          <w:wAfter w:w="32" w:type="dxa"/>
        </w:trPr>
        <w:tc>
          <w:tcPr>
            <w:tcW w:w="2800" w:type="dxa"/>
          </w:tcPr>
          <w:p w14:paraId="1E8FB4B3" w14:textId="77777777" w:rsidR="00D62E6E" w:rsidRPr="004A0FA6" w:rsidRDefault="00D62E6E" w:rsidP="004A0FA6">
            <w:pPr>
              <w:tabs>
                <w:tab w:val="center" w:pos="4536"/>
                <w:tab w:val="right" w:pos="9072"/>
              </w:tabs>
              <w:spacing w:beforeLines="60" w:before="144" w:afterLines="60" w:after="144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A0FA6">
              <w:rPr>
                <w:rFonts w:ascii="Times New Roman" w:hAnsi="Times New Roman"/>
                <w:b/>
                <w:sz w:val="24"/>
                <w:szCs w:val="24"/>
              </w:rPr>
              <w:t>Wykonawca</w:t>
            </w:r>
            <w:r w:rsidRPr="004A0FA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0A140302" w14:textId="77777777" w:rsidR="00D62E6E" w:rsidRPr="004A0FA6" w:rsidRDefault="00D62E6E" w:rsidP="004A0FA6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3CC41E3F" w14:textId="77777777" w:rsidR="00D62E6E" w:rsidRPr="004A0FA6" w:rsidRDefault="00D62E6E" w:rsidP="004A0FA6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AC92B68" w14:textId="77777777" w:rsidR="00D62E6E" w:rsidRPr="004A0FA6" w:rsidRDefault="00D62E6E" w:rsidP="004A0FA6">
            <w:pPr>
              <w:spacing w:beforeLines="60" w:before="144" w:afterLines="60" w:after="144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A0FA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[nazwa, adres,</w:t>
            </w:r>
            <w:r w:rsidRPr="004A0FA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A0FA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4A0FA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4A0FA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4A0FA6" w14:paraId="4539E934" w14:textId="77777777" w:rsidTr="00F67A4E">
        <w:trPr>
          <w:gridAfter w:val="1"/>
          <w:wAfter w:w="32" w:type="dxa"/>
        </w:trPr>
        <w:tc>
          <w:tcPr>
            <w:tcW w:w="2800" w:type="dxa"/>
          </w:tcPr>
          <w:p w14:paraId="7E03C2AC" w14:textId="77777777" w:rsidR="00D62E6E" w:rsidRPr="004A0FA6" w:rsidRDefault="00D62E6E" w:rsidP="004A0FA6">
            <w:pPr>
              <w:tabs>
                <w:tab w:val="center" w:pos="4536"/>
              </w:tabs>
              <w:spacing w:beforeLines="60" w:before="144" w:afterLines="60" w:after="144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A0FA6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15040D5" w14:textId="77777777" w:rsidR="00D62E6E" w:rsidRPr="004A0FA6" w:rsidRDefault="00D62E6E" w:rsidP="004A0FA6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2ED4316D" w14:textId="77777777" w:rsidR="00D62E6E" w:rsidRPr="004A0FA6" w:rsidRDefault="00D62E6E" w:rsidP="004A0FA6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D78FACA" w14:textId="77777777" w:rsidR="00D62E6E" w:rsidRPr="004A0FA6" w:rsidRDefault="00D62E6E" w:rsidP="004A0FA6">
            <w:pPr>
              <w:tabs>
                <w:tab w:val="left" w:pos="7023"/>
              </w:tabs>
              <w:spacing w:beforeLines="60" w:before="144" w:afterLines="60" w:after="144" w:line="240" w:lineRule="auto"/>
              <w:ind w:right="-108"/>
              <w:rPr>
                <w:rFonts w:ascii="Times New Roman" w:hAnsi="Times New Roman"/>
                <w:iCs/>
                <w:sz w:val="18"/>
                <w:szCs w:val="18"/>
              </w:rPr>
            </w:pPr>
            <w:r w:rsidRPr="004A0FA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</w:t>
            </w:r>
            <w:r w:rsidRPr="004A0FA6">
              <w:rPr>
                <w:rFonts w:ascii="Times New Roman" w:hAnsi="Times New Roman"/>
                <w:iCs/>
                <w:sz w:val="18"/>
                <w:szCs w:val="18"/>
              </w:rPr>
              <w:t>imię, nazwisko, stanowisko/podstawa do reprezentacji</w:t>
            </w:r>
            <w:r w:rsidRPr="004A0FA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F67A4E" w:rsidRPr="004A0FA6" w14:paraId="4B1628D3" w14:textId="77777777" w:rsidTr="00F67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B45737" w14:textId="77777777" w:rsidR="00F67A4E" w:rsidRPr="004A0FA6" w:rsidRDefault="00F67A4E" w:rsidP="003F784C">
            <w:pPr>
              <w:spacing w:beforeLines="60" w:before="144" w:afterLines="60" w:after="144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7682C553" w14:textId="77777777" w:rsidR="00F67A4E" w:rsidRPr="004A0FA6" w:rsidRDefault="00F67A4E" w:rsidP="003F784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lang w:eastAsia="pl-PL"/>
              </w:rPr>
              <w:t xml:space="preserve">składane w zakresie art. 108 ust. 1 pkt. 5 ustawy z dnia 11 września 2019 r. Prawo zamówień publicznych </w:t>
            </w:r>
            <w:r w:rsidRPr="00F67A4E">
              <w:rPr>
                <w:rFonts w:ascii="Times New Roman" w:eastAsia="Times New Roman" w:hAnsi="Times New Roman"/>
                <w:lang w:eastAsia="pl-PL"/>
              </w:rPr>
              <w:t>(</w:t>
            </w:r>
            <w:proofErr w:type="spellStart"/>
            <w:r w:rsidRPr="00F67A4E">
              <w:rPr>
                <w:rFonts w:ascii="Times New Roman" w:eastAsia="Times New Roman" w:hAnsi="Times New Roman"/>
                <w:lang w:eastAsia="pl-PL"/>
              </w:rPr>
              <w:t>t.j</w:t>
            </w:r>
            <w:proofErr w:type="spellEnd"/>
            <w:r w:rsidRPr="00F67A4E">
              <w:rPr>
                <w:rFonts w:ascii="Times New Roman" w:eastAsia="Times New Roman" w:hAnsi="Times New Roman"/>
                <w:lang w:eastAsia="pl-PL"/>
              </w:rPr>
              <w:t>. Dz. U. z 2024 poz. 1320)</w:t>
            </w:r>
            <w:r w:rsidRPr="004A0FA6">
              <w:rPr>
                <w:rFonts w:ascii="Times New Roman" w:eastAsia="Times New Roman" w:hAnsi="Times New Roman"/>
                <w:lang w:eastAsia="pl-PL"/>
              </w:rPr>
              <w:t xml:space="preserve"> (dalej jako: ustawa </w:t>
            </w:r>
            <w:proofErr w:type="spellStart"/>
            <w:r w:rsidRPr="004A0FA6">
              <w:rPr>
                <w:rFonts w:ascii="Times New Roman" w:eastAsia="Times New Roman" w:hAnsi="Times New Roman"/>
                <w:lang w:eastAsia="pl-PL"/>
              </w:rPr>
              <w:t>Pzp</w:t>
            </w:r>
            <w:proofErr w:type="spellEnd"/>
            <w:r w:rsidRPr="004A0FA6">
              <w:rPr>
                <w:rFonts w:ascii="Times New Roman" w:eastAsia="Times New Roman" w:hAnsi="Times New Roman"/>
                <w:lang w:eastAsia="pl-PL"/>
              </w:rPr>
              <w:t>), dotyczące:</w:t>
            </w:r>
          </w:p>
          <w:p w14:paraId="11D8F405" w14:textId="77777777" w:rsidR="00F67A4E" w:rsidRPr="004A0FA6" w:rsidRDefault="00F67A4E" w:rsidP="003F784C">
            <w:pPr>
              <w:spacing w:beforeLines="60" w:before="144" w:afterLines="60" w:after="144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</w:tc>
      </w:tr>
    </w:tbl>
    <w:p w14:paraId="2C290BA8" w14:textId="77777777" w:rsidR="00BC121E" w:rsidRPr="004A0FA6" w:rsidRDefault="00F67A4E" w:rsidP="004A0FA6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0FA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93F0A" w:rsidRPr="004A0FA6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BC121E" w:rsidRPr="004A0FA6">
        <w:rPr>
          <w:rFonts w:ascii="Times New Roman" w:eastAsia="Times New Roman" w:hAnsi="Times New Roman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4A0FA6" w14:paraId="76A15C45" w14:textId="77777777" w:rsidTr="00D62E6E">
        <w:tc>
          <w:tcPr>
            <w:tcW w:w="2269" w:type="dxa"/>
          </w:tcPr>
          <w:p w14:paraId="3DB1002D" w14:textId="77777777" w:rsidR="00D62E6E" w:rsidRPr="004A0FA6" w:rsidRDefault="00D62E6E" w:rsidP="004A0FA6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A609783" w14:textId="21D02ED1" w:rsidR="00D62E6E" w:rsidRPr="004A0FA6" w:rsidRDefault="007D6960" w:rsidP="004A0FA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D6960">
              <w:rPr>
                <w:rFonts w:ascii="Times New Roman" w:hAnsi="Times New Roman"/>
                <w:b/>
                <w:bCs/>
              </w:rPr>
              <w:t xml:space="preserve">Dostawa </w:t>
            </w:r>
            <w:r w:rsidR="0076530E">
              <w:rPr>
                <w:rFonts w:ascii="Times New Roman" w:hAnsi="Times New Roman"/>
                <w:b/>
                <w:bCs/>
              </w:rPr>
              <w:t>mini ładowarki</w:t>
            </w:r>
          </w:p>
        </w:tc>
      </w:tr>
      <w:tr w:rsidR="00F67A4E" w:rsidRPr="004A0FA6" w14:paraId="18C44B91" w14:textId="77777777" w:rsidTr="003F784C">
        <w:tc>
          <w:tcPr>
            <w:tcW w:w="2269" w:type="dxa"/>
          </w:tcPr>
          <w:p w14:paraId="275DC18C" w14:textId="77777777" w:rsidR="00F67A4E" w:rsidRPr="004A0FA6" w:rsidRDefault="00F67A4E" w:rsidP="003F784C">
            <w:pPr>
              <w:tabs>
                <w:tab w:val="center" w:pos="4536"/>
                <w:tab w:val="right" w:pos="9072"/>
              </w:tabs>
              <w:spacing w:after="0" w:line="240" w:lineRule="auto"/>
              <w:ind w:left="-105" w:righ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2D6E2B6" w14:textId="0127231C" w:rsidR="00F67A4E" w:rsidRPr="00A55427" w:rsidRDefault="00C605AC" w:rsidP="003F784C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70</w:t>
            </w:r>
            <w:r w:rsidR="00F67A4E" w:rsidRPr="00A55427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-P-25</w:t>
            </w:r>
          </w:p>
        </w:tc>
      </w:tr>
    </w:tbl>
    <w:p w14:paraId="3D93BF49" w14:textId="4BA2B13C" w:rsidR="00BC121E" w:rsidRPr="004A0FA6" w:rsidRDefault="00F67A4E" w:rsidP="004A0FA6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A0FA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C121E" w:rsidRPr="004A0FA6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</w:t>
      </w:r>
      <w:r w:rsidR="00A05DB4" w:rsidRPr="0066271D">
        <w:rPr>
          <w:rFonts w:ascii="Times New Roman" w:hAnsi="Times New Roman"/>
          <w:b/>
          <w:bCs/>
          <w:sz w:val="24"/>
          <w:szCs w:val="24"/>
        </w:rPr>
        <w:t>Gliwice – miasto na prawach powiatu</w:t>
      </w:r>
      <w:r w:rsidR="00A05DB4">
        <w:rPr>
          <w:rFonts w:ascii="Times New Roman" w:hAnsi="Times New Roman"/>
          <w:sz w:val="24"/>
          <w:szCs w:val="24"/>
        </w:rPr>
        <w:t xml:space="preserve">, w imieniu którego działa Pełnomocnik - </w:t>
      </w:r>
      <w:r w:rsidR="00A05DB4" w:rsidRPr="0066271D">
        <w:rPr>
          <w:rFonts w:ascii="Times New Roman" w:hAnsi="Times New Roman"/>
          <w:bCs/>
          <w:sz w:val="24"/>
          <w:szCs w:val="24"/>
        </w:rPr>
        <w:t>Szpital Miejski w Gliwicach Sp. z o.o.</w:t>
      </w:r>
      <w:r w:rsidR="00BC121E" w:rsidRPr="004A0FA6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="00BC121E" w:rsidRPr="004A0FA6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</w:t>
      </w:r>
      <w:r w:rsidR="00BC121E" w:rsidRPr="004A0FA6">
        <w:rPr>
          <w:rFonts w:ascii="Times New Roman" w:eastAsia="Times New Roman" w:hAnsi="Times New Roman"/>
          <w:bCs/>
          <w:sz w:val="24"/>
          <w:szCs w:val="24"/>
          <w:lang w:eastAsia="pl-PL"/>
        </w:rPr>
        <w:t>, że:</w:t>
      </w:r>
    </w:p>
    <w:p w14:paraId="681E238A" w14:textId="1235BD1A" w:rsidR="00BC121E" w:rsidRPr="004A0FA6" w:rsidRDefault="008E296F" w:rsidP="004A0FA6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4A0FA6">
        <w:rPr>
          <w:rFonts w:ascii="Times New Roman" w:eastAsia="Times New Roman" w:hAnsi="Times New Roman"/>
          <w:b/>
          <w:bCs/>
        </w:rPr>
        <w:object w:dxaOrig="1440" w:dyaOrig="1440" w14:anchorId="705E65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4A0FA6">
        <w:rPr>
          <w:rFonts w:ascii="Times New Roman" w:eastAsia="Times New Roman" w:hAnsi="Times New Roman"/>
          <w:sz w:val="24"/>
          <w:szCs w:val="24"/>
          <w:lang w:eastAsia="pl-PL"/>
        </w:rPr>
        <w:t>do tej samej grupy kapitałowej, w rozumieniu ustawy z dnia 16 lutego 2007 r.</w:t>
      </w:r>
      <w:r w:rsidR="00D62E6E" w:rsidRPr="004A0FA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C121E" w:rsidRPr="004A0FA6">
        <w:rPr>
          <w:rFonts w:ascii="Times New Roman" w:eastAsia="Times New Roman" w:hAnsi="Times New Roman"/>
          <w:sz w:val="24"/>
          <w:szCs w:val="24"/>
          <w:lang w:eastAsia="pl-PL"/>
        </w:rPr>
        <w:t>o ochronie konkurencji i konsumentów (</w:t>
      </w:r>
      <w:proofErr w:type="spellStart"/>
      <w:r w:rsidR="00C93F0A" w:rsidRPr="004A0FA6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="00C93F0A" w:rsidRPr="004A0FA6">
        <w:rPr>
          <w:rFonts w:ascii="Times New Roman" w:eastAsia="Times New Roman" w:hAnsi="Times New Roman"/>
          <w:sz w:val="24"/>
          <w:szCs w:val="24"/>
          <w:lang w:eastAsia="pl-PL"/>
        </w:rPr>
        <w:t>. Dz.U. z 2023r. poz. 1689</w:t>
      </w:r>
      <w:r w:rsidR="00BC121E" w:rsidRPr="004A0FA6">
        <w:rPr>
          <w:rFonts w:ascii="Times New Roman" w:eastAsia="Times New Roman" w:hAnsi="Times New Roman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4A0FA6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7466509" w14:textId="279B4651" w:rsidR="00BC121E" w:rsidRPr="004A0FA6" w:rsidRDefault="00BC121E" w:rsidP="004A0FA6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0FA6">
        <w:rPr>
          <w:rFonts w:ascii="Times New Roman" w:eastAsia="Times New Roman" w:hAnsi="Times New Roman"/>
          <w:b/>
          <w:bCs/>
        </w:rPr>
        <w:object w:dxaOrig="1440" w:dyaOrig="1440" w14:anchorId="7067F95F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4A0FA6">
        <w:rPr>
          <w:rFonts w:ascii="Times New Roman" w:eastAsia="Times New Roman" w:hAnsi="Times New Roman"/>
          <w:sz w:val="24"/>
          <w:szCs w:val="24"/>
          <w:lang w:eastAsia="pl-PL"/>
        </w:rPr>
        <w:t>do tej samej grupy kapitałowej, w rozumieniu ustawy z dnia 16 lutego 2007 r.</w:t>
      </w:r>
      <w:r w:rsidR="00D62E6E" w:rsidRPr="004A0FA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0FA6">
        <w:rPr>
          <w:rFonts w:ascii="Times New Roman" w:eastAsia="Times New Roman" w:hAnsi="Times New Roman"/>
          <w:sz w:val="24"/>
          <w:szCs w:val="24"/>
          <w:lang w:eastAsia="pl-PL"/>
        </w:rPr>
        <w:t>o ochronie konkurencji i konsumentów (</w:t>
      </w:r>
      <w:proofErr w:type="spellStart"/>
      <w:r w:rsidR="00C93F0A" w:rsidRPr="004A0FA6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="00C93F0A" w:rsidRPr="004A0FA6">
        <w:rPr>
          <w:rFonts w:ascii="Times New Roman" w:eastAsia="Times New Roman" w:hAnsi="Times New Roman"/>
          <w:sz w:val="24"/>
          <w:szCs w:val="24"/>
          <w:lang w:eastAsia="pl-PL"/>
        </w:rPr>
        <w:t>. Dz.U. z 2023r. poz. 1689</w:t>
      </w:r>
      <w:r w:rsidRPr="004A0FA6">
        <w:rPr>
          <w:rFonts w:ascii="Times New Roman" w:eastAsia="Times New Roman" w:hAnsi="Times New Roman"/>
          <w:sz w:val="24"/>
          <w:szCs w:val="24"/>
          <w:lang w:eastAsia="pl-PL"/>
        </w:rPr>
        <w:t>), z innym Wykonawcą, który złożył odrębną ofertę w niniejszym postępowaniu.</w:t>
      </w:r>
    </w:p>
    <w:p w14:paraId="129EE66F" w14:textId="77777777" w:rsidR="00BF69A4" w:rsidRPr="004A0FA6" w:rsidRDefault="00BF69A4" w:rsidP="004A0FA6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0FA6">
        <w:rPr>
          <w:rFonts w:ascii="Times New Roman" w:eastAsia="Times New Roman" w:hAnsi="Times New Roman"/>
          <w:sz w:val="24"/>
          <w:szCs w:val="24"/>
          <w:lang w:eastAsia="pl-PL"/>
        </w:rPr>
        <w:t>Do tej samej grupy kapitałowej należą następujące podmioty:</w:t>
      </w:r>
    </w:p>
    <w:tbl>
      <w:tblPr>
        <w:tblW w:w="9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822"/>
        <w:gridCol w:w="5686"/>
      </w:tblGrid>
      <w:tr w:rsidR="00BC121E" w:rsidRPr="004A0FA6" w14:paraId="40CDE1FF" w14:textId="77777777" w:rsidTr="00A05DB4">
        <w:trPr>
          <w:trHeight w:val="23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F3D5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2578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19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4670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4A0FA6" w14:paraId="596BADC4" w14:textId="77777777" w:rsidTr="00A05DB4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3CD07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3C4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7853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BC121E" w:rsidRPr="004A0FA6" w14:paraId="0C2AA0E1" w14:textId="77777777" w:rsidTr="00A05DB4">
        <w:trPr>
          <w:trHeight w:val="18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1917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3584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B83C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A6A8B5D" w14:textId="77777777" w:rsidR="00BC121E" w:rsidRPr="004A0FA6" w:rsidRDefault="00BC121E" w:rsidP="004A0FA6">
      <w:pPr>
        <w:widowControl w:val="0"/>
        <w:adjustRightInd w:val="0"/>
        <w:spacing w:beforeLines="60" w:before="144" w:afterLines="60" w:after="144" w:line="240" w:lineRule="auto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4A0FA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Uwaga</w:t>
      </w:r>
      <w:r w:rsidR="004A0FA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:</w:t>
      </w:r>
      <w:r w:rsidR="004A0FA6" w:rsidRPr="004A0FA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0FA6">
        <w:rPr>
          <w:rFonts w:ascii="Times New Roman" w:eastAsia="Times New Roman" w:hAnsi="Times New Roman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4714E65" w14:textId="77777777" w:rsidR="00067B62" w:rsidRPr="004A0FA6" w:rsidRDefault="00067B62" w:rsidP="004A0FA6">
      <w:pPr>
        <w:widowControl w:val="0"/>
        <w:adjustRightInd w:val="0"/>
        <w:spacing w:beforeLines="60" w:before="144" w:afterLines="60" w:after="144" w:line="240" w:lineRule="auto"/>
        <w:textAlignment w:val="baseline"/>
        <w:rPr>
          <w:rFonts w:ascii="Times New Roman" w:eastAsia="Times New Roman" w:hAnsi="Times New Roman"/>
          <w:b/>
          <w:bCs/>
          <w:color w:val="0070C0"/>
          <w:sz w:val="18"/>
          <w:szCs w:val="18"/>
          <w:vertAlign w:val="superscript"/>
          <w:lang w:eastAsia="pl-PL"/>
        </w:rPr>
      </w:pPr>
      <w:r w:rsidRPr="004A0FA6">
        <w:rPr>
          <w:rFonts w:ascii="Times New Roman" w:eastAsia="Times New Roman" w:hAnsi="Times New Roman"/>
          <w:color w:val="0070C0"/>
          <w:sz w:val="24"/>
          <w:szCs w:val="24"/>
          <w:lang w:eastAsia="pl-PL"/>
        </w:rPr>
        <w:t>*</w:t>
      </w:r>
      <w:r w:rsidRPr="004A0FA6">
        <w:rPr>
          <w:rFonts w:ascii="Times New Roman" w:eastAsia="Times New Roman" w:hAnsi="Times New Roman"/>
          <w:color w:val="0070C0"/>
          <w:sz w:val="24"/>
          <w:szCs w:val="24"/>
          <w:vertAlign w:val="subscript"/>
          <w:lang w:eastAsia="pl-PL"/>
        </w:rPr>
        <w:t xml:space="preserve"> </w:t>
      </w:r>
      <w:r w:rsidRPr="004A0FA6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>Należy zaznaczyć właściwe lub niepotrzebne skreślić</w:t>
      </w:r>
    </w:p>
    <w:tbl>
      <w:tblPr>
        <w:tblW w:w="945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98"/>
        <w:gridCol w:w="6758"/>
      </w:tblGrid>
      <w:tr w:rsidR="00BC121E" w:rsidRPr="004A0FA6" w14:paraId="2F13D0ED" w14:textId="77777777" w:rsidTr="00A05DB4">
        <w:trPr>
          <w:trHeight w:val="1140"/>
        </w:trPr>
        <w:tc>
          <w:tcPr>
            <w:tcW w:w="2698" w:type="dxa"/>
          </w:tcPr>
          <w:p w14:paraId="49D949D7" w14:textId="77777777" w:rsidR="00BC121E" w:rsidRPr="004A0FA6" w:rsidRDefault="00D62E6E" w:rsidP="004A0FA6">
            <w:pPr>
              <w:widowControl w:val="0"/>
              <w:adjustRightInd w:val="0"/>
              <w:spacing w:beforeLines="60" w:before="144" w:afterLines="60" w:after="144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FF28C15" w14:textId="77777777" w:rsidR="00BC121E" w:rsidRPr="004A0FA6" w:rsidRDefault="00844A96" w:rsidP="004A0FA6">
            <w:pPr>
              <w:widowControl w:val="0"/>
              <w:adjustRightInd w:val="0"/>
              <w:spacing w:beforeLines="60" w:before="144" w:afterLines="60" w:after="144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</w:t>
            </w:r>
            <w:r w:rsidR="00BC121E" w:rsidRPr="004A0FA6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data</w:t>
            </w:r>
            <w:r w:rsidRPr="004A0FA6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758" w:type="dxa"/>
          </w:tcPr>
          <w:p w14:paraId="06F4C658" w14:textId="77777777" w:rsidR="00BC121E" w:rsidRPr="004A0FA6" w:rsidRDefault="00BC121E" w:rsidP="004A0FA6">
            <w:pPr>
              <w:widowControl w:val="0"/>
              <w:adjustRightInd w:val="0"/>
              <w:spacing w:beforeLines="60" w:before="144" w:afterLines="60" w:after="144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769C0BC" w14:textId="77777777" w:rsidR="00BC121E" w:rsidRPr="004A0FA6" w:rsidRDefault="00844A96" w:rsidP="004A0FA6">
            <w:pPr>
              <w:widowControl w:val="0"/>
              <w:adjustRightInd w:val="0"/>
              <w:spacing w:beforeLines="60" w:before="144" w:afterLines="60" w:after="144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4A0FA6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</w:t>
            </w:r>
            <w:r w:rsidR="00F67A4E" w:rsidRPr="004A0FA6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4A0FA6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4A0FA6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4C71BBFF" w14:textId="557A9D9F" w:rsidR="00815B19" w:rsidRPr="00815B19" w:rsidRDefault="00815B19" w:rsidP="00815B19">
      <w:pPr>
        <w:tabs>
          <w:tab w:val="left" w:pos="1350"/>
        </w:tabs>
        <w:rPr>
          <w:rFonts w:ascii="Times New Roman" w:hAnsi="Times New Roman"/>
        </w:rPr>
      </w:pPr>
    </w:p>
    <w:sectPr w:rsidR="00815B19" w:rsidRPr="00815B19" w:rsidSect="00A05D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1E87C" w14:textId="77777777" w:rsidR="00C81A8C" w:rsidRDefault="00C81A8C">
      <w:r>
        <w:separator/>
      </w:r>
    </w:p>
  </w:endnote>
  <w:endnote w:type="continuationSeparator" w:id="0">
    <w:p w14:paraId="17B18756" w14:textId="77777777" w:rsidR="00C81A8C" w:rsidRDefault="00C8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FA4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8B9910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C09EC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1CC5607B" w14:textId="6DFC3CAD" w:rsidR="009A4CD3" w:rsidRDefault="00124F2C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0EF29B" wp14:editId="038705F5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8604588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8E9B81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5B130111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FE3DE" w14:textId="77777777" w:rsidR="00F67A4E" w:rsidRDefault="00F67A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CCDF2" w14:textId="77777777" w:rsidR="00C81A8C" w:rsidRDefault="00C81A8C">
      <w:r>
        <w:separator/>
      </w:r>
    </w:p>
  </w:footnote>
  <w:footnote w:type="continuationSeparator" w:id="0">
    <w:p w14:paraId="0F943EC8" w14:textId="77777777" w:rsidR="00C81A8C" w:rsidRDefault="00C81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E2A1C" w14:textId="77777777" w:rsidR="00F67A4E" w:rsidRDefault="00F67A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9D8E5" w14:textId="77777777" w:rsidR="00F67A4E" w:rsidRDefault="00F67A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E9406" w14:textId="77777777" w:rsidR="00F67A4E" w:rsidRDefault="00F67A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8409093">
    <w:abstractNumId w:val="13"/>
  </w:num>
  <w:num w:numId="2" w16cid:durableId="1496872856">
    <w:abstractNumId w:val="0"/>
  </w:num>
  <w:num w:numId="3" w16cid:durableId="1426271963">
    <w:abstractNumId w:val="11"/>
  </w:num>
  <w:num w:numId="4" w16cid:durableId="1171799315">
    <w:abstractNumId w:val="8"/>
  </w:num>
  <w:num w:numId="5" w16cid:durableId="798258794">
    <w:abstractNumId w:val="7"/>
  </w:num>
  <w:num w:numId="6" w16cid:durableId="190148683">
    <w:abstractNumId w:val="1"/>
  </w:num>
  <w:num w:numId="7" w16cid:durableId="1216814628">
    <w:abstractNumId w:val="6"/>
  </w:num>
  <w:num w:numId="8" w16cid:durableId="1877890591">
    <w:abstractNumId w:val="3"/>
  </w:num>
  <w:num w:numId="9" w16cid:durableId="900751701">
    <w:abstractNumId w:val="2"/>
  </w:num>
  <w:num w:numId="10" w16cid:durableId="977340696">
    <w:abstractNumId w:val="5"/>
  </w:num>
  <w:num w:numId="11" w16cid:durableId="431169524">
    <w:abstractNumId w:val="10"/>
  </w:num>
  <w:num w:numId="12" w16cid:durableId="2129423570">
    <w:abstractNumId w:val="4"/>
  </w:num>
  <w:num w:numId="13" w16cid:durableId="1994603277">
    <w:abstractNumId w:val="9"/>
  </w:num>
  <w:num w:numId="14" w16cid:durableId="8262414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A8C"/>
    <w:rsid w:val="0000184A"/>
    <w:rsid w:val="00007C1C"/>
    <w:rsid w:val="00012997"/>
    <w:rsid w:val="000621A2"/>
    <w:rsid w:val="00067B62"/>
    <w:rsid w:val="000719DC"/>
    <w:rsid w:val="00075CEC"/>
    <w:rsid w:val="000E0467"/>
    <w:rsid w:val="00106AC7"/>
    <w:rsid w:val="00111985"/>
    <w:rsid w:val="00124F2C"/>
    <w:rsid w:val="0014684A"/>
    <w:rsid w:val="00147532"/>
    <w:rsid w:val="001614BA"/>
    <w:rsid w:val="001829CF"/>
    <w:rsid w:val="001D6887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933B5"/>
    <w:rsid w:val="003E5D20"/>
    <w:rsid w:val="003F5DD8"/>
    <w:rsid w:val="003F6927"/>
    <w:rsid w:val="00415097"/>
    <w:rsid w:val="004156B7"/>
    <w:rsid w:val="00422381"/>
    <w:rsid w:val="0043102D"/>
    <w:rsid w:val="0046048F"/>
    <w:rsid w:val="00460820"/>
    <w:rsid w:val="004704CB"/>
    <w:rsid w:val="004A0FA6"/>
    <w:rsid w:val="004B1027"/>
    <w:rsid w:val="004C55DE"/>
    <w:rsid w:val="004D5C77"/>
    <w:rsid w:val="00517FF1"/>
    <w:rsid w:val="00520067"/>
    <w:rsid w:val="00533E9F"/>
    <w:rsid w:val="00550683"/>
    <w:rsid w:val="005565C0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6530E"/>
    <w:rsid w:val="00775E2B"/>
    <w:rsid w:val="007823E9"/>
    <w:rsid w:val="007951AD"/>
    <w:rsid w:val="0079550A"/>
    <w:rsid w:val="007D36CE"/>
    <w:rsid w:val="007D6960"/>
    <w:rsid w:val="008032C1"/>
    <w:rsid w:val="00815B19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9B3485"/>
    <w:rsid w:val="00A05DB4"/>
    <w:rsid w:val="00A24942"/>
    <w:rsid w:val="00A311C9"/>
    <w:rsid w:val="00A46EFE"/>
    <w:rsid w:val="00A55427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5AC"/>
    <w:rsid w:val="00C606B9"/>
    <w:rsid w:val="00C65401"/>
    <w:rsid w:val="00C81A8C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5783A"/>
    <w:rsid w:val="00EB5766"/>
    <w:rsid w:val="00EC667E"/>
    <w:rsid w:val="00F46593"/>
    <w:rsid w:val="00F568D6"/>
    <w:rsid w:val="00F67A4E"/>
    <w:rsid w:val="00F70072"/>
    <w:rsid w:val="00FC0D91"/>
    <w:rsid w:val="00FC3D24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9AC6EA5"/>
  <w15:chartTrackingRefBased/>
  <w15:docId w15:val="{C094E14F-BC93-43F7-ACA5-F58727C5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s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232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amms</dc:creator>
  <cp:keywords/>
  <cp:lastModifiedBy>Alicja Kalisz</cp:lastModifiedBy>
  <cp:revision>3</cp:revision>
  <cp:lastPrinted>2010-01-07T09:39:00Z</cp:lastPrinted>
  <dcterms:created xsi:type="dcterms:W3CDTF">2025-10-30T18:48:00Z</dcterms:created>
  <dcterms:modified xsi:type="dcterms:W3CDTF">2025-12-02T09:38:00Z</dcterms:modified>
</cp:coreProperties>
</file>